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111F" w14:textId="173C28C5" w:rsidR="00463F67" w:rsidRDefault="005B1B62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CB25C5C3874440CA94BB83A91D9DDA5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2725C" w:rsidRPr="0042725C">
            <w:rPr>
              <w:kern w:val="32"/>
              <w:szCs w:val="24"/>
            </w:rPr>
            <w:t>Form A24 Pre-flight fireground personnel carriage verification form and, if needed, training record</w:t>
          </w:r>
        </w:sdtContent>
      </w:sdt>
    </w:p>
    <w:p w14:paraId="2EE56F4B" w14:textId="77777777" w:rsidR="003A3E30" w:rsidRPr="00911149" w:rsidRDefault="003A3E30" w:rsidP="00911149">
      <w:pPr>
        <w:pStyle w:val="Subtitle"/>
        <w:rPr>
          <w:color w:val="ED0000"/>
        </w:rPr>
      </w:pPr>
      <w:r w:rsidRPr="00911149">
        <w:rPr>
          <w:color w:val="ED0000"/>
        </w:rPr>
        <w:t>{Fireground emergency organisation}</w:t>
      </w:r>
    </w:p>
    <w:p w14:paraId="0B322C9A" w14:textId="77777777" w:rsidR="003A3E30" w:rsidRPr="006D29FD" w:rsidRDefault="003A3E30" w:rsidP="006D29FD">
      <w:pPr>
        <w:pStyle w:val="Heading4"/>
        <w:rPr>
          <w:rStyle w:val="bold"/>
          <w:b/>
          <w:bCs w:val="0"/>
        </w:rPr>
      </w:pPr>
      <w:r w:rsidRPr="006D29FD">
        <w:rPr>
          <w:rStyle w:val="bold"/>
          <w:bCs w:val="0"/>
        </w:rPr>
        <w:t>Acknowledgement and consent form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850"/>
        <w:gridCol w:w="2687"/>
      </w:tblGrid>
      <w:tr w:rsidR="002D4B14" w:rsidRPr="00102F1E" w14:paraId="3FE88EA4" w14:textId="77777777" w:rsidTr="00437253">
        <w:trPr>
          <w:trHeight w:val="688"/>
        </w:trPr>
        <w:tc>
          <w:tcPr>
            <w:tcW w:w="1980" w:type="dxa"/>
          </w:tcPr>
          <w:p w14:paraId="47FE318B" w14:textId="13C29C4F" w:rsidR="002D4B14" w:rsidRPr="00102F1E" w:rsidRDefault="002D4B14" w:rsidP="002E159E">
            <w:pPr>
              <w:rPr>
                <w:rStyle w:val="bold"/>
              </w:rPr>
            </w:pPr>
            <w:r>
              <w:rPr>
                <w:rStyle w:val="bold"/>
              </w:rPr>
              <w:t>Passenger name:</w:t>
            </w:r>
          </w:p>
        </w:tc>
        <w:tc>
          <w:tcPr>
            <w:tcW w:w="4111" w:type="dxa"/>
          </w:tcPr>
          <w:p w14:paraId="7DBF8513" w14:textId="77777777" w:rsidR="002D4B14" w:rsidRPr="00102F1E" w:rsidRDefault="002D4B14" w:rsidP="002E159E"/>
        </w:tc>
        <w:tc>
          <w:tcPr>
            <w:tcW w:w="850" w:type="dxa"/>
          </w:tcPr>
          <w:p w14:paraId="3761131A" w14:textId="77777777" w:rsidR="002D4B14" w:rsidRPr="00102F1E" w:rsidRDefault="002D4B14" w:rsidP="002E159E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687" w:type="dxa"/>
          </w:tcPr>
          <w:p w14:paraId="2226A730" w14:textId="77777777" w:rsidR="002D4B14" w:rsidRPr="00102F1E" w:rsidRDefault="002D4B14" w:rsidP="002E159E"/>
        </w:tc>
      </w:tr>
    </w:tbl>
    <w:p w14:paraId="25E6EC73" w14:textId="77777777" w:rsidR="00F7616B" w:rsidRPr="005A77D1" w:rsidRDefault="00F7616B" w:rsidP="005A77D1">
      <w:pPr>
        <w:pStyle w:val="Header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6941"/>
        <w:gridCol w:w="2693"/>
      </w:tblGrid>
      <w:tr w:rsidR="00681980" w:rsidRPr="00EF637A" w14:paraId="435D2D24" w14:textId="77777777" w:rsidTr="006819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6941" w:type="dxa"/>
          </w:tcPr>
          <w:p w14:paraId="6EEA187C" w14:textId="52361300" w:rsidR="00681980" w:rsidRPr="00EF637A" w:rsidRDefault="00681980" w:rsidP="002E159E">
            <w:r>
              <w:t>Item</w:t>
            </w:r>
          </w:p>
        </w:tc>
        <w:tc>
          <w:tcPr>
            <w:tcW w:w="2693" w:type="dxa"/>
          </w:tcPr>
          <w:p w14:paraId="774C40C1" w14:textId="29F57D94" w:rsidR="00681980" w:rsidRPr="00EF637A" w:rsidRDefault="00681980" w:rsidP="002E159E">
            <w:r>
              <w:t>Acknowledged/consented (signature)</w:t>
            </w:r>
          </w:p>
        </w:tc>
      </w:tr>
      <w:tr w:rsidR="00E00EB1" w:rsidRPr="00EF637A" w14:paraId="4535A732" w14:textId="77777777" w:rsidTr="00681980">
        <w:trPr>
          <w:trHeight w:val="19"/>
        </w:trPr>
        <w:tc>
          <w:tcPr>
            <w:tcW w:w="6941" w:type="dxa"/>
          </w:tcPr>
          <w:p w14:paraId="68998FD3" w14:textId="1F3D25F6" w:rsidR="00E00EB1" w:rsidRPr="00EF637A" w:rsidRDefault="00E00EB1" w:rsidP="00E00EB1">
            <w:r w:rsidRPr="00C777CE">
              <w:rPr>
                <w:rFonts w:asciiTheme="minorHAnsi" w:hAnsiTheme="minorHAnsi"/>
              </w:rPr>
              <w:t>I have been informed of the increased risks of an aerial work fireground personnel carriage operation under Part 138 of CASR requirements as compared to a</w:t>
            </w:r>
            <w:r>
              <w:rPr>
                <w:rFonts w:asciiTheme="minorHAnsi" w:hAnsiTheme="minorHAnsi"/>
              </w:rPr>
              <w:t xml:space="preserve"> commercial passenger transport operation </w:t>
            </w:r>
            <w:r w:rsidRPr="00C777CE">
              <w:rPr>
                <w:rFonts w:asciiTheme="minorHAnsi" w:hAnsiTheme="minorHAnsi"/>
              </w:rPr>
              <w:t>under Part 133 of CASR</w:t>
            </w:r>
            <w:r>
              <w:t xml:space="preserve"> </w:t>
            </w:r>
            <w:r w:rsidRPr="00E307AD">
              <w:rPr>
                <w:rFonts w:asciiTheme="minorHAnsi" w:hAnsiTheme="minorHAnsi"/>
              </w:rPr>
              <w:t>in sufficient time before the flight, to enable appropriate consider</w:t>
            </w:r>
            <w:r>
              <w:rPr>
                <w:rFonts w:asciiTheme="minorHAnsi" w:hAnsiTheme="minorHAnsi"/>
              </w:rPr>
              <w:t xml:space="preserve">ation of my </w:t>
            </w:r>
            <w:r w:rsidRPr="00E307AD">
              <w:rPr>
                <w:rFonts w:asciiTheme="minorHAnsi" w:hAnsiTheme="minorHAnsi"/>
              </w:rPr>
              <w:t xml:space="preserve">decision to give consent </w:t>
            </w:r>
            <w:r>
              <w:rPr>
                <w:rFonts w:asciiTheme="minorHAnsi" w:hAnsiTheme="minorHAnsi"/>
              </w:rPr>
              <w:t>to be carried on a fireground personnel carriage operation</w:t>
            </w:r>
          </w:p>
        </w:tc>
        <w:tc>
          <w:tcPr>
            <w:tcW w:w="2693" w:type="dxa"/>
          </w:tcPr>
          <w:p w14:paraId="662F7202" w14:textId="77777777" w:rsidR="00E00EB1" w:rsidRPr="00EF637A" w:rsidRDefault="00E00EB1" w:rsidP="00E00EB1"/>
        </w:tc>
      </w:tr>
      <w:tr w:rsidR="00E00EB1" w:rsidRPr="00EF637A" w14:paraId="60B3F3AA" w14:textId="77777777" w:rsidTr="00681980">
        <w:trPr>
          <w:trHeight w:val="19"/>
        </w:trPr>
        <w:tc>
          <w:tcPr>
            <w:tcW w:w="6941" w:type="dxa"/>
          </w:tcPr>
          <w:p w14:paraId="365BF54B" w14:textId="07E5FFE6" w:rsidR="00E00EB1" w:rsidRPr="00EF637A" w:rsidRDefault="00E00EB1" w:rsidP="00E00EB1">
            <w:r w:rsidRPr="00C777CE">
              <w:rPr>
                <w:rFonts w:asciiTheme="minorHAnsi" w:hAnsiTheme="minorHAnsi"/>
              </w:rPr>
              <w:t xml:space="preserve">I understand </w:t>
            </w:r>
            <w:r>
              <w:rPr>
                <w:rFonts w:asciiTheme="minorHAnsi" w:hAnsiTheme="minorHAnsi"/>
              </w:rPr>
              <w:t xml:space="preserve">that </w:t>
            </w:r>
            <w:r w:rsidRPr="00C777CE">
              <w:rPr>
                <w:rFonts w:asciiTheme="minorHAnsi" w:hAnsiTheme="minorHAnsi"/>
              </w:rPr>
              <w:t xml:space="preserve">my participation in fireground personnel carriage operations in general, </w:t>
            </w:r>
            <w:r>
              <w:rPr>
                <w:rFonts w:asciiTheme="minorHAnsi" w:hAnsiTheme="minorHAnsi"/>
              </w:rPr>
              <w:t xml:space="preserve">or </w:t>
            </w:r>
            <w:r w:rsidRPr="00C777CE">
              <w:rPr>
                <w:rFonts w:asciiTheme="minorHAnsi" w:hAnsiTheme="minorHAnsi"/>
              </w:rPr>
              <w:t xml:space="preserve">in </w:t>
            </w:r>
            <w:r>
              <w:rPr>
                <w:rFonts w:asciiTheme="minorHAnsi" w:hAnsiTheme="minorHAnsi"/>
              </w:rPr>
              <w:t xml:space="preserve">a particular </w:t>
            </w:r>
            <w:r w:rsidRPr="00C777CE">
              <w:rPr>
                <w:rFonts w:asciiTheme="minorHAnsi" w:hAnsiTheme="minorHAnsi"/>
              </w:rPr>
              <w:t>fireground personnel carriage operation, is voluntary</w:t>
            </w:r>
            <w:r>
              <w:rPr>
                <w:rFonts w:asciiTheme="minorHAnsi" w:hAnsiTheme="minorHAnsi"/>
              </w:rPr>
              <w:t>, and that this understanding was reached</w:t>
            </w:r>
            <w:r>
              <w:t xml:space="preserve"> </w:t>
            </w:r>
            <w:r w:rsidRPr="006D1630">
              <w:rPr>
                <w:rFonts w:asciiTheme="minorHAnsi" w:hAnsiTheme="minorHAnsi"/>
              </w:rPr>
              <w:t>in sufficient time before the flight to enable appropriate consideration of my decision to give consent to be carried on a fireground personnel carriage operation</w:t>
            </w:r>
          </w:p>
        </w:tc>
        <w:tc>
          <w:tcPr>
            <w:tcW w:w="2693" w:type="dxa"/>
          </w:tcPr>
          <w:p w14:paraId="00DE06B5" w14:textId="77777777" w:rsidR="00E00EB1" w:rsidRPr="00EF637A" w:rsidRDefault="00E00EB1" w:rsidP="00E00EB1"/>
        </w:tc>
      </w:tr>
      <w:tr w:rsidR="00E00EB1" w:rsidRPr="00EF637A" w14:paraId="55137E7B" w14:textId="77777777" w:rsidTr="00681980">
        <w:trPr>
          <w:trHeight w:val="19"/>
        </w:trPr>
        <w:tc>
          <w:tcPr>
            <w:tcW w:w="6941" w:type="dxa"/>
          </w:tcPr>
          <w:p w14:paraId="67E81231" w14:textId="77777777" w:rsidR="00E00EB1" w:rsidRDefault="00E00EB1" w:rsidP="00E00EB1">
            <w:pPr>
              <w:spacing w:before="120" w:after="120"/>
              <w:rPr>
                <w:rFonts w:asciiTheme="minorHAnsi" w:hAnsiTheme="minorHAnsi"/>
              </w:rPr>
            </w:pPr>
            <w:r w:rsidRPr="00C777CE">
              <w:rPr>
                <w:rFonts w:asciiTheme="minorHAnsi" w:hAnsiTheme="minorHAnsi"/>
              </w:rPr>
              <w:t xml:space="preserve">I consent to participate in </w:t>
            </w:r>
            <w:r>
              <w:rPr>
                <w:rFonts w:asciiTheme="minorHAnsi" w:hAnsiTheme="minorHAnsi"/>
              </w:rPr>
              <w:t xml:space="preserve">the </w:t>
            </w:r>
            <w:r w:rsidRPr="00C777CE">
              <w:rPr>
                <w:rFonts w:asciiTheme="minorHAnsi" w:hAnsiTheme="minorHAnsi"/>
              </w:rPr>
              <w:t xml:space="preserve">fireground personnel carriage operations </w:t>
            </w:r>
            <w:r>
              <w:rPr>
                <w:rFonts w:asciiTheme="minorHAnsi" w:hAnsiTheme="minorHAnsi"/>
              </w:rPr>
              <w:t xml:space="preserve">entered below </w:t>
            </w:r>
            <w:r w:rsidRPr="00C777CE">
              <w:rPr>
                <w:rFonts w:asciiTheme="minorHAnsi" w:hAnsiTheme="minorHAnsi"/>
              </w:rPr>
              <w:t>until I withdraw my consent in writing</w:t>
            </w:r>
          </w:p>
          <w:p w14:paraId="4D0ED604" w14:textId="0F07719E" w:rsidR="00E00EB1" w:rsidRDefault="00E00EB1" w:rsidP="00E00EB1">
            <w:pPr>
              <w:spacing w:before="120" w:after="120"/>
              <w:rPr>
                <w:rFonts w:asciiTheme="minorHAnsi" w:hAnsiTheme="minorHAnsi"/>
              </w:rPr>
            </w:pPr>
            <w:r w:rsidRPr="00921A30">
              <w:rPr>
                <w:rStyle w:val="bold"/>
              </w:rPr>
              <w:t>SELECT ONE OPTION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0B1B8E28" w14:textId="22E56354" w:rsidR="00E00EB1" w:rsidRDefault="005B1B62" w:rsidP="00E00EB1">
            <w:pPr>
              <w:pStyle w:val="ListContinue"/>
            </w:pPr>
            <w:sdt>
              <w:sdtPr>
                <w:id w:val="1505622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08AC">
              <w:t xml:space="preserve">  </w:t>
            </w:r>
            <w:r w:rsidR="00E00EB1">
              <w:t>ALL fireground personnel carriage operations</w:t>
            </w:r>
          </w:p>
          <w:p w14:paraId="3A829D7A" w14:textId="77777777" w:rsidR="00E00EB1" w:rsidRDefault="00E00EB1" w:rsidP="00E00EB1">
            <w:pPr>
              <w:pStyle w:val="ListContinue"/>
            </w:pPr>
          </w:p>
          <w:p w14:paraId="3FE01AE6" w14:textId="06AF66E3" w:rsidR="00E00EB1" w:rsidRDefault="005B1B62" w:rsidP="00E00EB1">
            <w:pPr>
              <w:pStyle w:val="ListContinue"/>
            </w:pPr>
            <w:sdt>
              <w:sdtPr>
                <w:id w:val="-24912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8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08AC">
              <w:t xml:space="preserve">  </w:t>
            </w:r>
            <w:r w:rsidR="00E00EB1">
              <w:t>Fireground personnel carriage operations for the following period or listed locations:</w:t>
            </w:r>
          </w:p>
          <w:p w14:paraId="1374D1A2" w14:textId="77777777" w:rsidR="00E00EB1" w:rsidRDefault="00E00EB1" w:rsidP="005748CD">
            <w:pPr>
              <w:pStyle w:val="NotesBoxText"/>
            </w:pPr>
          </w:p>
          <w:p w14:paraId="2D3D02E6" w14:textId="77777777" w:rsidR="005748CD" w:rsidRDefault="005748CD" w:rsidP="005748CD">
            <w:pPr>
              <w:pStyle w:val="NotesBoxText"/>
            </w:pPr>
          </w:p>
          <w:p w14:paraId="4B78F5B7" w14:textId="77777777" w:rsidR="005A77D1" w:rsidRDefault="005A77D1" w:rsidP="005748CD">
            <w:pPr>
              <w:pStyle w:val="NotesBoxText"/>
            </w:pPr>
          </w:p>
          <w:p w14:paraId="39736712" w14:textId="77777777" w:rsidR="005748CD" w:rsidRDefault="005748CD" w:rsidP="005748CD">
            <w:pPr>
              <w:pStyle w:val="NotesBoxText"/>
            </w:pPr>
          </w:p>
          <w:p w14:paraId="7E63DF8B" w14:textId="77777777" w:rsidR="00E00EB1" w:rsidRPr="00C777CE" w:rsidRDefault="00E00EB1" w:rsidP="005748CD">
            <w:pPr>
              <w:pStyle w:val="ListContinue"/>
            </w:pPr>
          </w:p>
        </w:tc>
        <w:tc>
          <w:tcPr>
            <w:tcW w:w="2693" w:type="dxa"/>
          </w:tcPr>
          <w:p w14:paraId="5883D872" w14:textId="77777777" w:rsidR="00E00EB1" w:rsidRPr="00EF637A" w:rsidRDefault="00E00EB1" w:rsidP="00E00EB1"/>
        </w:tc>
      </w:tr>
    </w:tbl>
    <w:p w14:paraId="3E345226" w14:textId="77777777" w:rsidR="00F7616B" w:rsidRPr="005748CD" w:rsidRDefault="00F7616B" w:rsidP="005748CD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823"/>
        <w:gridCol w:w="3118"/>
      </w:tblGrid>
      <w:tr w:rsidR="00670C7D" w:rsidRPr="00102F1E" w14:paraId="39B9F8CD" w14:textId="77777777" w:rsidTr="005748CD">
        <w:trPr>
          <w:trHeight w:val="446"/>
        </w:trPr>
        <w:tc>
          <w:tcPr>
            <w:tcW w:w="3823" w:type="dxa"/>
          </w:tcPr>
          <w:p w14:paraId="19DD6C20" w14:textId="77777777" w:rsidR="00670C7D" w:rsidRDefault="00670C7D" w:rsidP="002E159E">
            <w:pPr>
              <w:rPr>
                <w:rStyle w:val="bold"/>
              </w:rPr>
            </w:pPr>
            <w:r>
              <w:rPr>
                <w:rStyle w:val="bold"/>
              </w:rPr>
              <w:t>Dated:</w:t>
            </w:r>
          </w:p>
          <w:p w14:paraId="08A7015F" w14:textId="0D73FF81" w:rsidR="00670C7D" w:rsidRPr="00102F1E" w:rsidRDefault="00670C7D" w:rsidP="002E159E">
            <w:pPr>
              <w:rPr>
                <w:rStyle w:val="bold"/>
              </w:rPr>
            </w:pPr>
            <w:r w:rsidRPr="00C777CE">
              <w:rPr>
                <w:i/>
                <w:iCs/>
              </w:rPr>
              <w:t>(Must be within 12 months of the flight)</w:t>
            </w:r>
          </w:p>
        </w:tc>
        <w:tc>
          <w:tcPr>
            <w:tcW w:w="3118" w:type="dxa"/>
          </w:tcPr>
          <w:p w14:paraId="09EC4E91" w14:textId="77777777" w:rsidR="00670C7D" w:rsidRPr="00102F1E" w:rsidRDefault="00670C7D" w:rsidP="002E159E"/>
        </w:tc>
      </w:tr>
    </w:tbl>
    <w:p w14:paraId="578599D3" w14:textId="77777777" w:rsidR="003A3E30" w:rsidRDefault="003A3E30" w:rsidP="003A3E30">
      <w:pPr>
        <w:suppressAutoHyphens w:val="0"/>
      </w:pPr>
      <w:r>
        <w:br w:type="page"/>
      </w:r>
    </w:p>
    <w:p w14:paraId="252CA1EF" w14:textId="514F0C3F" w:rsidR="00921A30" w:rsidRDefault="00921A30" w:rsidP="005A77D1">
      <w:pPr>
        <w:pStyle w:val="Heading4"/>
        <w:tabs>
          <w:tab w:val="right" w:pos="9638"/>
        </w:tabs>
        <w:rPr>
          <w:rStyle w:val="bold"/>
          <w:bCs w:val="0"/>
        </w:rPr>
      </w:pPr>
      <w:r>
        <w:rPr>
          <w:rStyle w:val="bold"/>
          <w:bCs w:val="0"/>
        </w:rPr>
        <w:lastRenderedPageBreak/>
        <w:t>Training (if needed)</w:t>
      </w:r>
    </w:p>
    <w:tbl>
      <w:tblPr>
        <w:tblStyle w:val="SD-MOStable"/>
        <w:tblW w:w="9628" w:type="dxa"/>
        <w:tblLayout w:type="fixed"/>
        <w:tblLook w:val="0620" w:firstRow="1" w:lastRow="0" w:firstColumn="0" w:lastColumn="0" w:noHBand="1" w:noVBand="1"/>
      </w:tblPr>
      <w:tblGrid>
        <w:gridCol w:w="1987"/>
        <w:gridCol w:w="2970"/>
        <w:gridCol w:w="1701"/>
        <w:gridCol w:w="1842"/>
        <w:gridCol w:w="1128"/>
      </w:tblGrid>
      <w:tr w:rsidR="005A77D1" w:rsidRPr="00EF637A" w14:paraId="5893CECA" w14:textId="77777777" w:rsidTr="005A7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1987" w:type="dxa"/>
          </w:tcPr>
          <w:p w14:paraId="5EA7445A" w14:textId="59544FE8" w:rsidR="005A77D1" w:rsidRPr="00EF637A" w:rsidRDefault="005A77D1" w:rsidP="005A77D1">
            <w:r w:rsidRPr="00C777CE">
              <w:rPr>
                <w:rFonts w:asciiTheme="minorHAnsi" w:hAnsiTheme="minorHAnsi"/>
                <w:bCs/>
              </w:rPr>
              <w:t>Air Operator</w:t>
            </w:r>
          </w:p>
        </w:tc>
        <w:tc>
          <w:tcPr>
            <w:tcW w:w="2970" w:type="dxa"/>
          </w:tcPr>
          <w:p w14:paraId="7117CDE6" w14:textId="128A4C7A" w:rsidR="005A77D1" w:rsidRPr="00EF637A" w:rsidRDefault="005A77D1" w:rsidP="005A77D1">
            <w:r w:rsidRPr="00C777CE">
              <w:rPr>
                <w:rFonts w:asciiTheme="minorHAnsi" w:hAnsiTheme="minorHAnsi"/>
                <w:bCs/>
              </w:rPr>
              <w:t>Details</w:t>
            </w:r>
          </w:p>
        </w:tc>
        <w:tc>
          <w:tcPr>
            <w:tcW w:w="1701" w:type="dxa"/>
          </w:tcPr>
          <w:p w14:paraId="6B1B8A84" w14:textId="5EA4ABF3" w:rsidR="005A77D1" w:rsidRPr="00EF637A" w:rsidRDefault="005A77D1" w:rsidP="005A77D1">
            <w:r w:rsidRPr="00C777CE">
              <w:rPr>
                <w:rFonts w:asciiTheme="minorHAnsi" w:hAnsiTheme="minorHAnsi"/>
                <w:bCs/>
              </w:rPr>
              <w:t>Trainer name</w:t>
            </w:r>
          </w:p>
        </w:tc>
        <w:tc>
          <w:tcPr>
            <w:tcW w:w="1842" w:type="dxa"/>
          </w:tcPr>
          <w:p w14:paraId="1A90E022" w14:textId="6E657BFD" w:rsidR="005A77D1" w:rsidRPr="00EF637A" w:rsidRDefault="005A77D1" w:rsidP="005A77D1">
            <w:r w:rsidRPr="00C777CE">
              <w:rPr>
                <w:rFonts w:asciiTheme="minorHAnsi" w:hAnsiTheme="minorHAnsi"/>
                <w:bCs/>
              </w:rPr>
              <w:t>Trainer signature</w:t>
            </w:r>
          </w:p>
        </w:tc>
        <w:tc>
          <w:tcPr>
            <w:tcW w:w="1128" w:type="dxa"/>
          </w:tcPr>
          <w:p w14:paraId="3942F3E8" w14:textId="46529CA2" w:rsidR="005A77D1" w:rsidRPr="00EF637A" w:rsidRDefault="005A77D1" w:rsidP="005A77D1">
            <w:r w:rsidRPr="00C777CE">
              <w:rPr>
                <w:rFonts w:asciiTheme="minorHAnsi" w:hAnsiTheme="minorHAnsi"/>
                <w:bCs/>
              </w:rPr>
              <w:t>Date</w:t>
            </w:r>
          </w:p>
        </w:tc>
      </w:tr>
      <w:tr w:rsidR="005A77D1" w:rsidRPr="00EF637A" w14:paraId="11C890C9" w14:textId="77777777" w:rsidTr="005A77D1">
        <w:trPr>
          <w:trHeight w:val="19"/>
        </w:trPr>
        <w:tc>
          <w:tcPr>
            <w:tcW w:w="1987" w:type="dxa"/>
          </w:tcPr>
          <w:p w14:paraId="29FF6679" w14:textId="77777777" w:rsidR="005A77D1" w:rsidRPr="00EF637A" w:rsidRDefault="005A77D1" w:rsidP="005A77D1"/>
        </w:tc>
        <w:tc>
          <w:tcPr>
            <w:tcW w:w="2970" w:type="dxa"/>
          </w:tcPr>
          <w:p w14:paraId="39710E79" w14:textId="0641EBCA" w:rsidR="005A77D1" w:rsidRPr="00EF637A" w:rsidRDefault="005A77D1" w:rsidP="005A77D1"/>
        </w:tc>
        <w:tc>
          <w:tcPr>
            <w:tcW w:w="1701" w:type="dxa"/>
          </w:tcPr>
          <w:p w14:paraId="138C81EF" w14:textId="77777777" w:rsidR="005A77D1" w:rsidRPr="00EF637A" w:rsidRDefault="005A77D1" w:rsidP="005A77D1"/>
        </w:tc>
        <w:tc>
          <w:tcPr>
            <w:tcW w:w="1842" w:type="dxa"/>
          </w:tcPr>
          <w:p w14:paraId="001A1C00" w14:textId="5BD4F374" w:rsidR="005A77D1" w:rsidRPr="00EF637A" w:rsidRDefault="005A77D1" w:rsidP="005A77D1"/>
        </w:tc>
        <w:tc>
          <w:tcPr>
            <w:tcW w:w="1128" w:type="dxa"/>
          </w:tcPr>
          <w:p w14:paraId="414511CC" w14:textId="70B58E1F" w:rsidR="005A77D1" w:rsidRPr="00EF637A" w:rsidRDefault="005A77D1" w:rsidP="005A77D1"/>
        </w:tc>
      </w:tr>
      <w:tr w:rsidR="005A77D1" w:rsidRPr="00EF637A" w14:paraId="7360EA3E" w14:textId="77777777" w:rsidTr="005A77D1">
        <w:trPr>
          <w:trHeight w:val="19"/>
        </w:trPr>
        <w:tc>
          <w:tcPr>
            <w:tcW w:w="1987" w:type="dxa"/>
          </w:tcPr>
          <w:p w14:paraId="3C289A43" w14:textId="77777777" w:rsidR="005A77D1" w:rsidRPr="00EF637A" w:rsidRDefault="005A77D1" w:rsidP="005A77D1"/>
        </w:tc>
        <w:tc>
          <w:tcPr>
            <w:tcW w:w="2970" w:type="dxa"/>
          </w:tcPr>
          <w:p w14:paraId="5667220B" w14:textId="6242EA6F" w:rsidR="005A77D1" w:rsidRPr="00EF637A" w:rsidRDefault="005A77D1" w:rsidP="005A77D1"/>
        </w:tc>
        <w:tc>
          <w:tcPr>
            <w:tcW w:w="1701" w:type="dxa"/>
          </w:tcPr>
          <w:p w14:paraId="26D27374" w14:textId="77777777" w:rsidR="005A77D1" w:rsidRPr="00EF637A" w:rsidRDefault="005A77D1" w:rsidP="005A77D1"/>
        </w:tc>
        <w:tc>
          <w:tcPr>
            <w:tcW w:w="1842" w:type="dxa"/>
          </w:tcPr>
          <w:p w14:paraId="3B9E1244" w14:textId="08F47FAB" w:rsidR="005A77D1" w:rsidRPr="00EF637A" w:rsidRDefault="005A77D1" w:rsidP="005A77D1"/>
        </w:tc>
        <w:tc>
          <w:tcPr>
            <w:tcW w:w="1128" w:type="dxa"/>
          </w:tcPr>
          <w:p w14:paraId="4D91F496" w14:textId="714D4006" w:rsidR="005A77D1" w:rsidRPr="00EF637A" w:rsidRDefault="005A77D1" w:rsidP="005A77D1"/>
        </w:tc>
      </w:tr>
      <w:tr w:rsidR="005A77D1" w:rsidRPr="00EF637A" w14:paraId="7C600298" w14:textId="77777777" w:rsidTr="005A77D1">
        <w:trPr>
          <w:trHeight w:val="19"/>
        </w:trPr>
        <w:tc>
          <w:tcPr>
            <w:tcW w:w="1987" w:type="dxa"/>
          </w:tcPr>
          <w:p w14:paraId="2B54B25F" w14:textId="77777777" w:rsidR="005A77D1" w:rsidRPr="00EF637A" w:rsidRDefault="005A77D1" w:rsidP="005A77D1"/>
        </w:tc>
        <w:tc>
          <w:tcPr>
            <w:tcW w:w="2970" w:type="dxa"/>
          </w:tcPr>
          <w:p w14:paraId="6B4BA539" w14:textId="77777777" w:rsidR="005A77D1" w:rsidRPr="00EF637A" w:rsidRDefault="005A77D1" w:rsidP="005A77D1"/>
        </w:tc>
        <w:tc>
          <w:tcPr>
            <w:tcW w:w="1701" w:type="dxa"/>
          </w:tcPr>
          <w:p w14:paraId="500E7D2F" w14:textId="77777777" w:rsidR="005A77D1" w:rsidRPr="00EF637A" w:rsidRDefault="005A77D1" w:rsidP="005A77D1"/>
        </w:tc>
        <w:tc>
          <w:tcPr>
            <w:tcW w:w="1842" w:type="dxa"/>
          </w:tcPr>
          <w:p w14:paraId="56E5491E" w14:textId="77777777" w:rsidR="005A77D1" w:rsidRPr="00EF637A" w:rsidRDefault="005A77D1" w:rsidP="005A77D1"/>
        </w:tc>
        <w:tc>
          <w:tcPr>
            <w:tcW w:w="1128" w:type="dxa"/>
          </w:tcPr>
          <w:p w14:paraId="3532E3F5" w14:textId="77777777" w:rsidR="005A77D1" w:rsidRPr="00EF637A" w:rsidRDefault="005A77D1" w:rsidP="005A77D1"/>
        </w:tc>
      </w:tr>
      <w:tr w:rsidR="005A77D1" w:rsidRPr="00EF637A" w14:paraId="45D61976" w14:textId="77777777" w:rsidTr="005A77D1">
        <w:trPr>
          <w:trHeight w:val="19"/>
        </w:trPr>
        <w:tc>
          <w:tcPr>
            <w:tcW w:w="1987" w:type="dxa"/>
          </w:tcPr>
          <w:p w14:paraId="77392DED" w14:textId="77777777" w:rsidR="005A77D1" w:rsidRPr="00EF637A" w:rsidRDefault="005A77D1" w:rsidP="005A77D1"/>
        </w:tc>
        <w:tc>
          <w:tcPr>
            <w:tcW w:w="2970" w:type="dxa"/>
          </w:tcPr>
          <w:p w14:paraId="67A3D07C" w14:textId="77777777" w:rsidR="005A77D1" w:rsidRPr="00EF637A" w:rsidRDefault="005A77D1" w:rsidP="005A77D1"/>
        </w:tc>
        <w:tc>
          <w:tcPr>
            <w:tcW w:w="1701" w:type="dxa"/>
          </w:tcPr>
          <w:p w14:paraId="12821AC3" w14:textId="77777777" w:rsidR="005A77D1" w:rsidRPr="00EF637A" w:rsidRDefault="005A77D1" w:rsidP="005A77D1"/>
        </w:tc>
        <w:tc>
          <w:tcPr>
            <w:tcW w:w="1842" w:type="dxa"/>
          </w:tcPr>
          <w:p w14:paraId="24496C08" w14:textId="77777777" w:rsidR="005A77D1" w:rsidRPr="00EF637A" w:rsidRDefault="005A77D1" w:rsidP="005A77D1"/>
        </w:tc>
        <w:tc>
          <w:tcPr>
            <w:tcW w:w="1128" w:type="dxa"/>
          </w:tcPr>
          <w:p w14:paraId="2FC2236F" w14:textId="77777777" w:rsidR="005A77D1" w:rsidRPr="00EF637A" w:rsidRDefault="005A77D1" w:rsidP="005A77D1"/>
        </w:tc>
      </w:tr>
      <w:tr w:rsidR="005A77D1" w:rsidRPr="00EF637A" w14:paraId="748828B7" w14:textId="77777777" w:rsidTr="005A77D1">
        <w:trPr>
          <w:trHeight w:val="19"/>
        </w:trPr>
        <w:tc>
          <w:tcPr>
            <w:tcW w:w="1987" w:type="dxa"/>
          </w:tcPr>
          <w:p w14:paraId="6884B85B" w14:textId="77777777" w:rsidR="005A77D1" w:rsidRPr="00EF637A" w:rsidRDefault="005A77D1" w:rsidP="005A77D1"/>
        </w:tc>
        <w:tc>
          <w:tcPr>
            <w:tcW w:w="2970" w:type="dxa"/>
          </w:tcPr>
          <w:p w14:paraId="46A1599E" w14:textId="77777777" w:rsidR="005A77D1" w:rsidRPr="00EF637A" w:rsidRDefault="005A77D1" w:rsidP="005A77D1"/>
        </w:tc>
        <w:tc>
          <w:tcPr>
            <w:tcW w:w="1701" w:type="dxa"/>
          </w:tcPr>
          <w:p w14:paraId="36F7E514" w14:textId="77777777" w:rsidR="005A77D1" w:rsidRPr="00EF637A" w:rsidRDefault="005A77D1" w:rsidP="005A77D1"/>
        </w:tc>
        <w:tc>
          <w:tcPr>
            <w:tcW w:w="1842" w:type="dxa"/>
          </w:tcPr>
          <w:p w14:paraId="5F1C1292" w14:textId="77777777" w:rsidR="005A77D1" w:rsidRPr="00EF637A" w:rsidRDefault="005A77D1" w:rsidP="005A77D1"/>
        </w:tc>
        <w:tc>
          <w:tcPr>
            <w:tcW w:w="1128" w:type="dxa"/>
          </w:tcPr>
          <w:p w14:paraId="530150DE" w14:textId="77777777" w:rsidR="005A77D1" w:rsidRPr="00EF637A" w:rsidRDefault="005A77D1" w:rsidP="005A77D1"/>
        </w:tc>
      </w:tr>
      <w:tr w:rsidR="005A77D1" w:rsidRPr="00EF637A" w14:paraId="772BD52A" w14:textId="77777777" w:rsidTr="005A77D1">
        <w:trPr>
          <w:trHeight w:val="19"/>
        </w:trPr>
        <w:tc>
          <w:tcPr>
            <w:tcW w:w="1987" w:type="dxa"/>
          </w:tcPr>
          <w:p w14:paraId="5989412A" w14:textId="77777777" w:rsidR="005A77D1" w:rsidRPr="00EF637A" w:rsidRDefault="005A77D1" w:rsidP="005A77D1"/>
        </w:tc>
        <w:tc>
          <w:tcPr>
            <w:tcW w:w="2970" w:type="dxa"/>
          </w:tcPr>
          <w:p w14:paraId="0195C27A" w14:textId="77777777" w:rsidR="005A77D1" w:rsidRPr="00EF637A" w:rsidRDefault="005A77D1" w:rsidP="005A77D1"/>
        </w:tc>
        <w:tc>
          <w:tcPr>
            <w:tcW w:w="1701" w:type="dxa"/>
          </w:tcPr>
          <w:p w14:paraId="69526A1B" w14:textId="77777777" w:rsidR="005A77D1" w:rsidRPr="00EF637A" w:rsidRDefault="005A77D1" w:rsidP="005A77D1"/>
        </w:tc>
        <w:tc>
          <w:tcPr>
            <w:tcW w:w="1842" w:type="dxa"/>
          </w:tcPr>
          <w:p w14:paraId="19BD78F6" w14:textId="77777777" w:rsidR="005A77D1" w:rsidRPr="00EF637A" w:rsidRDefault="005A77D1" w:rsidP="005A77D1"/>
        </w:tc>
        <w:tc>
          <w:tcPr>
            <w:tcW w:w="1128" w:type="dxa"/>
          </w:tcPr>
          <w:p w14:paraId="14D62A92" w14:textId="77777777" w:rsidR="005A77D1" w:rsidRPr="00EF637A" w:rsidRDefault="005A77D1" w:rsidP="005A77D1"/>
        </w:tc>
      </w:tr>
      <w:tr w:rsidR="005A77D1" w:rsidRPr="00EF637A" w14:paraId="4CDFEB3B" w14:textId="77777777" w:rsidTr="005A77D1">
        <w:trPr>
          <w:trHeight w:val="19"/>
        </w:trPr>
        <w:tc>
          <w:tcPr>
            <w:tcW w:w="1987" w:type="dxa"/>
          </w:tcPr>
          <w:p w14:paraId="0801B070" w14:textId="77777777" w:rsidR="005A77D1" w:rsidRPr="00921A30" w:rsidRDefault="005A77D1" w:rsidP="005A77D1"/>
        </w:tc>
        <w:tc>
          <w:tcPr>
            <w:tcW w:w="2970" w:type="dxa"/>
          </w:tcPr>
          <w:p w14:paraId="0043CC70" w14:textId="6EEFFE75" w:rsidR="005A77D1" w:rsidRPr="00921A30" w:rsidRDefault="005A77D1" w:rsidP="005A77D1"/>
        </w:tc>
        <w:tc>
          <w:tcPr>
            <w:tcW w:w="1701" w:type="dxa"/>
          </w:tcPr>
          <w:p w14:paraId="611E3AFB" w14:textId="77777777" w:rsidR="005A77D1" w:rsidRPr="00EF637A" w:rsidRDefault="005A77D1" w:rsidP="005A77D1"/>
        </w:tc>
        <w:tc>
          <w:tcPr>
            <w:tcW w:w="1842" w:type="dxa"/>
          </w:tcPr>
          <w:p w14:paraId="6C63A86F" w14:textId="6686EC25" w:rsidR="005A77D1" w:rsidRPr="00EF637A" w:rsidRDefault="005A77D1" w:rsidP="005A77D1"/>
        </w:tc>
        <w:tc>
          <w:tcPr>
            <w:tcW w:w="1128" w:type="dxa"/>
          </w:tcPr>
          <w:p w14:paraId="44069DC8" w14:textId="38E60BE8" w:rsidR="005A77D1" w:rsidRPr="00EF637A" w:rsidRDefault="005A77D1" w:rsidP="005A77D1"/>
        </w:tc>
      </w:tr>
    </w:tbl>
    <w:p w14:paraId="18F39961" w14:textId="77777777" w:rsidR="00921A30" w:rsidRDefault="00921A30" w:rsidP="00921A30"/>
    <w:p w14:paraId="38ACBD02" w14:textId="77777777" w:rsidR="00C511BB" w:rsidRPr="00C511BB" w:rsidRDefault="00C511BB" w:rsidP="00C511BB"/>
    <w:sectPr w:rsidR="00C511BB" w:rsidRPr="00C511BB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659A6" w14:textId="77777777" w:rsidR="007B4FF0" w:rsidRDefault="007B4FF0" w:rsidP="008E21DE">
      <w:pPr>
        <w:spacing w:before="0" w:after="0"/>
      </w:pPr>
      <w:r>
        <w:separator/>
      </w:r>
    </w:p>
    <w:p w14:paraId="376A06C1" w14:textId="77777777" w:rsidR="007B4FF0" w:rsidRDefault="007B4FF0"/>
  </w:endnote>
  <w:endnote w:type="continuationSeparator" w:id="0">
    <w:p w14:paraId="6C156E2B" w14:textId="77777777" w:rsidR="007B4FF0" w:rsidRDefault="007B4FF0" w:rsidP="008E21DE">
      <w:pPr>
        <w:spacing w:before="0" w:after="0"/>
      </w:pPr>
      <w:r>
        <w:continuationSeparator/>
      </w:r>
    </w:p>
    <w:p w14:paraId="0D3058B1" w14:textId="77777777" w:rsidR="007B4FF0" w:rsidRDefault="007B4F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25B73" w14:textId="55384C9B" w:rsidR="00013309" w:rsidRPr="00500DA0" w:rsidRDefault="005B1B62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CB25C5C3874440CA94BB83A91D9DDA5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2725C">
          <w:rPr>
            <w:rFonts w:ascii="ArialMT" w:hAnsi="ArialMT" w:cs="ArialMT"/>
            <w:szCs w:val="16"/>
          </w:rPr>
          <w:t>Form A24 Pre-flight fireground personnel carriage verification form and, if needed,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7D911" w14:textId="77777777" w:rsidR="00013309" w:rsidRDefault="00013309" w:rsidP="00013309">
    <w:pPr>
      <w:pStyle w:val="Footer"/>
    </w:pPr>
    <w:r>
      <w:t>Civil Aviation Safety Authority</w:t>
    </w:r>
  </w:p>
  <w:p w14:paraId="04FF2909" w14:textId="03244910" w:rsidR="00013309" w:rsidRDefault="005B1B62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2725C">
          <w:rPr>
            <w:rFonts w:ascii="ArialMT" w:hAnsi="ArialMT" w:cs="ArialMT"/>
            <w:szCs w:val="16"/>
          </w:rPr>
          <w:t>Form A24 Pre-flight fireground personnel carriage verification form and, if needed,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42725C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42725C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BD5F92A" w14:textId="77777777" w:rsidR="00013309" w:rsidRPr="00A365CA" w:rsidRDefault="005B1B62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82B8D">
          <w:rPr>
            <w:color w:val="ED0000"/>
          </w:rPr>
          <w:t>Official</w:t>
        </w:r>
      </w:sdtContent>
    </w:sdt>
    <w:r w:rsidR="00463F67" w:rsidRPr="00982B8D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DD5CE2A" wp14:editId="7E52E6B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69E2EE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D5CE2A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D69E2EE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CE34D" w14:textId="77777777" w:rsidR="007B4FF0" w:rsidRPr="0022402E" w:rsidRDefault="007B4FF0" w:rsidP="0022402E">
      <w:pPr>
        <w:spacing w:before="240"/>
        <w:rPr>
          <w:lang w:val="en-US"/>
        </w:rPr>
      </w:pPr>
      <w:r w:rsidRPr="00982B8D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1E5C02D3" w14:textId="77777777" w:rsidR="007B4FF0" w:rsidRDefault="007B4FF0" w:rsidP="008E21DE">
      <w:pPr>
        <w:spacing w:before="0" w:after="0"/>
      </w:pPr>
      <w:r>
        <w:continuationSeparator/>
      </w:r>
    </w:p>
    <w:p w14:paraId="4AE51472" w14:textId="77777777" w:rsidR="007B4FF0" w:rsidRDefault="007B4F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883C6" w14:textId="77777777" w:rsidR="00DD684D" w:rsidRDefault="00DD684D" w:rsidP="00DD684D">
    <w:pPr>
      <w:pStyle w:val="Header"/>
    </w:pPr>
    <w:r>
      <w:t>ORGANISATION NAME/DETAILS</w:t>
    </w:r>
  </w:p>
  <w:p w14:paraId="64F434D2" w14:textId="77777777" w:rsidR="00013309" w:rsidRPr="00DD684D" w:rsidRDefault="005B1B62" w:rsidP="005A77D1">
    <w:pPr>
      <w:pStyle w:val="Header"/>
      <w:spacing w:after="120"/>
    </w:pPr>
    <w:r>
      <w:pict w14:anchorId="71283067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11BFB" w14:textId="77777777" w:rsidR="00463F67" w:rsidRPr="00982B8D" w:rsidRDefault="005B1B62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82B8D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5C"/>
    <w:rsid w:val="00001C2B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D4B14"/>
    <w:rsid w:val="002F3747"/>
    <w:rsid w:val="002F455A"/>
    <w:rsid w:val="003008FC"/>
    <w:rsid w:val="00341E32"/>
    <w:rsid w:val="003449A0"/>
    <w:rsid w:val="00356D05"/>
    <w:rsid w:val="00363338"/>
    <w:rsid w:val="00387F20"/>
    <w:rsid w:val="00391C57"/>
    <w:rsid w:val="00393599"/>
    <w:rsid w:val="003976B5"/>
    <w:rsid w:val="003A3E30"/>
    <w:rsid w:val="003D0AF7"/>
    <w:rsid w:val="003F78DD"/>
    <w:rsid w:val="00405A64"/>
    <w:rsid w:val="004154E2"/>
    <w:rsid w:val="00415957"/>
    <w:rsid w:val="00420BDC"/>
    <w:rsid w:val="0042725C"/>
    <w:rsid w:val="0043353F"/>
    <w:rsid w:val="00437253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748CD"/>
    <w:rsid w:val="005872EE"/>
    <w:rsid w:val="00593CFA"/>
    <w:rsid w:val="005A368C"/>
    <w:rsid w:val="005A77D1"/>
    <w:rsid w:val="005B1B62"/>
    <w:rsid w:val="005C599A"/>
    <w:rsid w:val="00621AA4"/>
    <w:rsid w:val="00643763"/>
    <w:rsid w:val="0065343E"/>
    <w:rsid w:val="00670C7D"/>
    <w:rsid w:val="0067193F"/>
    <w:rsid w:val="00680F04"/>
    <w:rsid w:val="00681980"/>
    <w:rsid w:val="0069176C"/>
    <w:rsid w:val="0069504E"/>
    <w:rsid w:val="006B067A"/>
    <w:rsid w:val="006D29FD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4FF0"/>
    <w:rsid w:val="007B7908"/>
    <w:rsid w:val="0082494A"/>
    <w:rsid w:val="00825B16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11149"/>
    <w:rsid w:val="00921A30"/>
    <w:rsid w:val="0093424E"/>
    <w:rsid w:val="00961649"/>
    <w:rsid w:val="00971C95"/>
    <w:rsid w:val="00977C26"/>
    <w:rsid w:val="00982B8D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4750F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511BB"/>
    <w:rsid w:val="00C75CAF"/>
    <w:rsid w:val="00C837F2"/>
    <w:rsid w:val="00CA2B08"/>
    <w:rsid w:val="00CA6BAF"/>
    <w:rsid w:val="00CF0836"/>
    <w:rsid w:val="00CF700D"/>
    <w:rsid w:val="00D1117D"/>
    <w:rsid w:val="00D26448"/>
    <w:rsid w:val="00D51E98"/>
    <w:rsid w:val="00D55BB9"/>
    <w:rsid w:val="00D81030"/>
    <w:rsid w:val="00D94649"/>
    <w:rsid w:val="00DB1609"/>
    <w:rsid w:val="00DB22E4"/>
    <w:rsid w:val="00DC12BF"/>
    <w:rsid w:val="00DD684D"/>
    <w:rsid w:val="00DE4798"/>
    <w:rsid w:val="00DF1E98"/>
    <w:rsid w:val="00DF74BA"/>
    <w:rsid w:val="00E00EB1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F32B9E"/>
    <w:rsid w:val="00F34BEE"/>
    <w:rsid w:val="00F450FA"/>
    <w:rsid w:val="00F7616B"/>
    <w:rsid w:val="00F808AC"/>
    <w:rsid w:val="00F81326"/>
    <w:rsid w:val="00F82BDD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8A10BE"/>
  <w15:chartTrackingRefBased/>
  <w15:docId w15:val="{D3EC023B-ADE3-45F8-88A6-F3165BD2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42725C"/>
    <w:rPr>
      <w:kern w:val="32"/>
    </w:rPr>
  </w:style>
  <w:style w:type="paragraph" w:styleId="ListContinue">
    <w:name w:val="List Continue"/>
    <w:basedOn w:val="Normal"/>
    <w:uiPriority w:val="99"/>
    <w:unhideWhenUsed/>
    <w:rsid w:val="003A3E30"/>
    <w:pPr>
      <w:ind w:left="284"/>
    </w:pPr>
  </w:style>
  <w:style w:type="table" w:customStyle="1" w:styleId="SD-MOStable">
    <w:name w:val="SD - MOS table"/>
    <w:basedOn w:val="TableNormal"/>
    <w:uiPriority w:val="99"/>
    <w:rsid w:val="003A3E30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character" w:customStyle="1" w:styleId="bold">
    <w:name w:val="bold"/>
    <w:basedOn w:val="DefaultParagraphFont"/>
    <w:uiPriority w:val="1"/>
    <w:qFormat/>
    <w:rsid w:val="006D29FD"/>
    <w:rPr>
      <w:b/>
      <w:bCs/>
    </w:rPr>
  </w:style>
  <w:style w:type="table" w:styleId="TableGridLight">
    <w:name w:val="Grid Table Light"/>
    <w:basedOn w:val="TableNormal"/>
    <w:uiPriority w:val="40"/>
    <w:rsid w:val="002D4B1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E00EB1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25C5C3874440CA94BB83A91D9D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4452F-D4F3-406F-9CD9-D4E9E3837A3D}"/>
      </w:docPartPr>
      <w:docPartBody>
        <w:p w:rsidR="0015780E" w:rsidRDefault="0015780E">
          <w:pPr>
            <w:pStyle w:val="CB25C5C3874440CA94BB83A91D9DDA54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0E"/>
    <w:rsid w:val="00001C2B"/>
    <w:rsid w:val="000D28E2"/>
    <w:rsid w:val="0015780E"/>
    <w:rsid w:val="003008FC"/>
    <w:rsid w:val="00825B16"/>
    <w:rsid w:val="00C776D3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B25C5C3874440CA94BB83A91D9DDA54">
    <w:name w:val="CB25C5C3874440CA94BB83A91D9DDA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147bc000-5d24-4a58-bdb3-1d507d54dc98"/>
    <ds:schemaRef ds:uri="09d1133f-994b-4ec9-8bcd-76b1f6ed9a8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14</TotalTime>
  <Pages>2</Pages>
  <Words>210</Words>
  <Characters>1253</Characters>
  <Application>Microsoft Office Word</Application>
  <DocSecurity>0</DocSecurity>
  <Lines>96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A24 Pre-flight fireground personnel carriage verification form and, if needed, training record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A24 Pre-flight fireground personnel carriage verification form and, if needed, training record</dc:title>
  <dc:subject/>
  <dc:creator>Bartholomew, Tina</dc:creator>
  <cp:keywords/>
  <dc:description/>
  <cp:lastModifiedBy>Bartholomew, Tina</cp:lastModifiedBy>
  <cp:revision>22</cp:revision>
  <dcterms:created xsi:type="dcterms:W3CDTF">2025-11-24T02:30:00Z</dcterms:created>
  <dcterms:modified xsi:type="dcterms:W3CDTF">2025-11-25T04:57:00Z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NOS-2025-0058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